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2F939" w14:textId="41331768" w:rsidR="00525119" w:rsidRDefault="00E90FCC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7EBD9705" wp14:editId="4550FADE">
            <wp:simplePos x="0" y="0"/>
            <wp:positionH relativeFrom="column">
              <wp:posOffset>6054090</wp:posOffset>
            </wp:positionH>
            <wp:positionV relativeFrom="paragraph">
              <wp:posOffset>3343030</wp:posOffset>
            </wp:positionV>
            <wp:extent cx="572188" cy="40176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098E586" wp14:editId="24AA0FF0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2B321DE4" wp14:editId="3CB1740B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64471D">
        <w:rPr>
          <w:rFonts w:ascii="Segoe Print" w:hAnsi="Segoe Print"/>
          <w:b/>
          <w:sz w:val="24"/>
        </w:rPr>
        <w:t>1</w:t>
      </w:r>
      <w:r w:rsidR="00D51195" w:rsidRPr="0090117B">
        <w:rPr>
          <w:rFonts w:ascii="Segoe Print" w:hAnsi="Segoe Print"/>
          <w:b/>
          <w:sz w:val="24"/>
        </w:rPr>
        <w:t>.</w:t>
      </w:r>
      <w:r w:rsidR="00C56166">
        <w:rPr>
          <w:rFonts w:ascii="Segoe Print" w:hAnsi="Segoe Print"/>
          <w:b/>
          <w:sz w:val="24"/>
        </w:rPr>
        <w:t>3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286FC611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51F737F0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630E4327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114645F0" w14:textId="77777777" w:rsidR="00C63217" w:rsidRDefault="00C63217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  <w:sz w:val="20"/>
                <w:szCs w:val="20"/>
              </w:rPr>
            </w:pPr>
            <w:r w:rsidRPr="00725849">
              <w:rPr>
                <w:rFonts w:ascii="Avenir Book" w:hAnsi="Avenir Book"/>
                <w:sz w:val="20"/>
                <w:szCs w:val="20"/>
              </w:rPr>
              <w:t xml:space="preserve">Expand </w:t>
            </w:r>
          </w:p>
          <w:p w14:paraId="35332C39" w14:textId="395B30B9" w:rsidR="00E20822" w:rsidRPr="00FB0E81" w:rsidRDefault="00913A89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4x(6x-3)</m:t>
                </m:r>
              </m:oMath>
            </m:oMathPara>
          </w:p>
        </w:tc>
        <w:tc>
          <w:tcPr>
            <w:tcW w:w="425" w:type="dxa"/>
            <w:tcBorders>
              <w:right w:val="nil"/>
            </w:tcBorders>
          </w:tcPr>
          <w:p w14:paraId="0734669E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0051820F" w14:textId="1E96DEBA" w:rsidR="00E20822" w:rsidRPr="000A63AF" w:rsidRDefault="008E2737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Highest common factor of </w:t>
            </w:r>
            <w:r w:rsidR="0041126D">
              <w:rPr>
                <w:rFonts w:ascii="Avenir Book" w:hAnsi="Avenir Book"/>
                <w:sz w:val="20"/>
                <w:szCs w:val="20"/>
              </w:rPr>
              <w:t>21 and 35</w:t>
            </w:r>
          </w:p>
        </w:tc>
      </w:tr>
      <w:tr w:rsidR="00E20822" w:rsidRPr="00C240D5" w14:paraId="06392A99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1429DEC3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41AFF42B" w14:textId="77777777" w:rsidR="007C1409" w:rsidRDefault="007C1409" w:rsidP="00F87CF9">
            <w:pPr>
              <w:spacing w:before="12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Circle the prime numbers</w:t>
            </w:r>
          </w:p>
          <w:p w14:paraId="2553A846" w14:textId="575FA283" w:rsidR="00E20822" w:rsidRPr="00C240D5" w:rsidRDefault="00312CF4" w:rsidP="00505FC9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9     1     5     2     15      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56B3935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4D7E6D6F" w14:textId="70FBE027" w:rsidR="00E20822" w:rsidRPr="00C240D5" w:rsidRDefault="005D2806" w:rsidP="0064471D">
            <w:pPr>
              <w:spacing w:before="120" w:after="0"/>
              <w:rPr>
                <w:rFonts w:ascii="Avenir Book" w:hAnsi="Avenir Book"/>
              </w:rPr>
            </w:pPr>
            <w:r w:rsidRPr="00725849">
              <w:rPr>
                <w:rFonts w:ascii="Avenir Book" w:hAnsi="Avenir Book"/>
                <w:sz w:val="20"/>
                <w:szCs w:val="20"/>
              </w:rPr>
              <w:t xml:space="preserve">Substitute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x=3</m:t>
              </m:r>
            </m:oMath>
            <w:r w:rsidR="00054CD5" w:rsidRPr="00725849">
              <w:rPr>
                <w:rFonts w:ascii="Avenir Book" w:eastAsiaTheme="minorEastAsia" w:hAnsi="Avenir Book"/>
                <w:sz w:val="20"/>
                <w:szCs w:val="20"/>
              </w:rPr>
              <w:t xml:space="preserve"> into </w:t>
            </w:r>
            <w:r w:rsidR="00054CD5" w:rsidRPr="00725849">
              <w:rPr>
                <w:rFonts w:ascii="Avenir Book" w:eastAsiaTheme="minorEastAsia" w:hAnsi="Avenir Book"/>
                <w:sz w:val="20"/>
                <w:szCs w:val="20"/>
              </w:rPr>
              <w:br/>
            </w: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</w:tr>
      <w:tr w:rsidR="00E20822" w:rsidRPr="00C240D5" w14:paraId="26B30F6A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5A23D8F1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D62148E" w14:textId="3E949A1B" w:rsidR="00E55FEE" w:rsidRDefault="00E90FCC" w:rsidP="007E2C1A">
            <w:pPr>
              <w:spacing w:before="120" w:after="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noProof/>
                <w:sz w:val="20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65E8E608" wp14:editId="262393D4">
                      <wp:simplePos x="0" y="0"/>
                      <wp:positionH relativeFrom="column">
                        <wp:posOffset>1384202</wp:posOffset>
                      </wp:positionH>
                      <wp:positionV relativeFrom="paragraph">
                        <wp:posOffset>199585</wp:posOffset>
                      </wp:positionV>
                      <wp:extent cx="1313862" cy="556940"/>
                      <wp:effectExtent l="0" t="12700" r="0" b="0"/>
                      <wp:wrapNone/>
                      <wp:docPr id="31" name="Group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13862" cy="556940"/>
                                <a:chOff x="0" y="0"/>
                                <a:chExt cx="1314303" cy="557488"/>
                              </a:xfrm>
                            </wpg:grpSpPr>
                            <wps:wsp>
                              <wps:cNvPr id="32" name="Text Box 32"/>
                              <wps:cNvSpPr txBox="1"/>
                              <wps:spPr>
                                <a:xfrm>
                                  <a:off x="146756" y="267293"/>
                                  <a:ext cx="584200" cy="2901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A83D6B1" w14:textId="77777777" w:rsidR="00E90FCC" w:rsidRDefault="00E90FCC" w:rsidP="00E90FCC">
                                    <w:r>
                                      <w:t>6cm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Text Box 33"/>
                              <wps:cNvSpPr txBox="1"/>
                              <wps:spPr>
                                <a:xfrm>
                                  <a:off x="730103" y="0"/>
                                  <a:ext cx="584200" cy="3409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ED00D21" w14:textId="77777777" w:rsidR="00E90FCC" w:rsidRDefault="00E90FCC" w:rsidP="00E90FCC">
                                    <w:r>
                                      <w:t>5cm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Isosceles Triangle 55"/>
                              <wps:cNvSpPr/>
                              <wps:spPr>
                                <a:xfrm>
                                  <a:off x="0" y="22578"/>
                                  <a:ext cx="665480" cy="281940"/>
                                </a:xfrm>
                                <a:prstGeom prst="triangl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Straight Arrow Connector 35"/>
                              <wps:cNvCnPr/>
                              <wps:spPr>
                                <a:xfrm>
                                  <a:off x="711200" y="11289"/>
                                  <a:ext cx="0" cy="29781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E8E608" id="Group 31" o:spid="_x0000_s1026" style="position:absolute;margin-left:109pt;margin-top:15.7pt;width:103.45pt;height:43.85pt;z-index:251680768;mso-width-relative:margin;mso-height-relative:margin" coordsize="13143,557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&#13;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2" o:spid="_x0000_s1027" type="#_x0000_t202" style="position:absolute;left:1467;top:2672;width:5842;height:290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" filled="f" stroked="f">
                        <v:textbox>
                          <w:txbxContent>
                            <w:p w14:paraId="3A83D6B1" w14:textId="77777777" w:rsidR="00E90FCC" w:rsidRDefault="00E90FCC" w:rsidP="00E90FCC">
                              <w:r>
                                <w:t>6cm</w:t>
                              </w:r>
                            </w:p>
                          </w:txbxContent>
                        </v:textbox>
                      </v:shape>
                      <v:shape id="Text Box 33" o:spid="_x0000_s1028" type="#_x0000_t202" style="position:absolute;left:7301;width:5842;height:340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" filled="f" stroked="f">
                        <v:textbox>
                          <w:txbxContent>
                            <w:p w14:paraId="6ED00D21" w14:textId="77777777" w:rsidR="00E90FCC" w:rsidRDefault="00E90FCC" w:rsidP="00E90FCC">
                              <w:r>
                                <w:t>5cm</w:t>
                              </w:r>
                            </w:p>
                          </w:txbxContent>
                        </v:textbox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55" o:spid="_x0000_s1029" type="#_x0000_t5" style="position:absolute;top:225;width:6654;height:28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" filled="f" strokecolor="black [3213]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35" o:spid="_x0000_s1030" type="#_x0000_t32" style="position:absolute;left:7112;top:112;width:0;height:2979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" strokecolor="#4f81bd [3204]" strokeweight="2pt">
                        <v:stroke startarrow="open" endarrow="open"/>
                        <v:shadow on="t" color="black" opacity="24903f" origin=",.5" offset="0,.55556mm"/>
                      </v:shape>
                    </v:group>
                  </w:pict>
                </mc:Fallback>
              </mc:AlternateContent>
            </w:r>
            <w:r w:rsidR="00A63A13" w:rsidRPr="00725849">
              <w:rPr>
                <w:rFonts w:ascii="Avenir Book" w:hAnsi="Avenir Book"/>
                <w:sz w:val="20"/>
                <w:szCs w:val="20"/>
              </w:rPr>
              <w:t xml:space="preserve">What is the area? </w:t>
            </w:r>
          </w:p>
          <w:p w14:paraId="2C467995" w14:textId="6B9B55AF" w:rsidR="007E2C1A" w:rsidRPr="00C240D5" w:rsidRDefault="007E2C1A" w:rsidP="007E2C1A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3E631785" w14:textId="76A75728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0CC79744" w14:textId="1E2D070D" w:rsidR="00DB1BA9" w:rsidRDefault="00DB1BA9" w:rsidP="00525119">
      <w:pPr>
        <w:spacing w:after="0"/>
        <w:rPr>
          <w:rFonts w:ascii="Avenir Book" w:hAnsi="Avenir Book"/>
          <w:sz w:val="24"/>
          <w:szCs w:val="24"/>
        </w:rPr>
      </w:pPr>
    </w:p>
    <w:p w14:paraId="5798E127" w14:textId="2D4F74D5" w:rsidR="00E90FCC" w:rsidRDefault="00E90FCC" w:rsidP="00E90FCC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84864" behindDoc="0" locked="0" layoutInCell="1" allowOverlap="1" wp14:anchorId="030DE34D" wp14:editId="48E68AA9">
            <wp:simplePos x="0" y="0"/>
            <wp:positionH relativeFrom="column">
              <wp:posOffset>6054090</wp:posOffset>
            </wp:positionH>
            <wp:positionV relativeFrom="paragraph">
              <wp:posOffset>3343031</wp:posOffset>
            </wp:positionV>
            <wp:extent cx="572188" cy="401760"/>
            <wp:effectExtent l="0" t="0" r="0" b="508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3840" behindDoc="0" locked="0" layoutInCell="1" allowOverlap="1" wp14:anchorId="5D14B12D" wp14:editId="7DDDFBE3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4" name="Picture 2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2816" behindDoc="0" locked="0" layoutInCell="1" allowOverlap="1" wp14:anchorId="48152CEC" wp14:editId="6F694481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5" name="Picture 2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F028197" w14:textId="77777777" w:rsidR="00E90FCC" w:rsidRDefault="00E90FCC" w:rsidP="00E90FCC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90FCC" w:rsidRPr="000A63AF" w14:paraId="2D65A5BF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E325153" w14:textId="77777777" w:rsidR="00E90FCC" w:rsidRPr="00C240D5" w:rsidRDefault="00E90FC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2B66C455" w14:textId="77777777" w:rsidR="00E90FCC" w:rsidRDefault="00E90FCC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  <w:sz w:val="20"/>
                <w:szCs w:val="20"/>
              </w:rPr>
            </w:pPr>
            <w:r w:rsidRPr="00725849">
              <w:rPr>
                <w:rFonts w:ascii="Avenir Book" w:hAnsi="Avenir Book"/>
                <w:sz w:val="20"/>
                <w:szCs w:val="20"/>
              </w:rPr>
              <w:t xml:space="preserve">Expand </w:t>
            </w:r>
          </w:p>
          <w:p w14:paraId="2086A8ED" w14:textId="77777777" w:rsidR="00E90FCC" w:rsidRPr="00FB0E81" w:rsidRDefault="00E90FCC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4x(6x-3)</m:t>
                </m:r>
              </m:oMath>
            </m:oMathPara>
          </w:p>
        </w:tc>
        <w:tc>
          <w:tcPr>
            <w:tcW w:w="425" w:type="dxa"/>
            <w:tcBorders>
              <w:right w:val="nil"/>
            </w:tcBorders>
          </w:tcPr>
          <w:p w14:paraId="690B60D7" w14:textId="77777777" w:rsidR="00E90FCC" w:rsidRPr="00C240D5" w:rsidRDefault="00E90FC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748F02A7" w14:textId="77777777" w:rsidR="00E90FCC" w:rsidRPr="000A63AF" w:rsidRDefault="00E90FCC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>Highest common factor of 21 and 35</w:t>
            </w:r>
          </w:p>
        </w:tc>
      </w:tr>
      <w:tr w:rsidR="00E90FCC" w:rsidRPr="00C240D5" w14:paraId="5AA802E8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F946B93" w14:textId="77777777" w:rsidR="00E90FCC" w:rsidRPr="00C240D5" w:rsidRDefault="00E90FC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6BEFC269" w14:textId="77777777" w:rsidR="00E90FCC" w:rsidRDefault="00E90FCC" w:rsidP="00E01254">
            <w:pPr>
              <w:spacing w:before="12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Circle the prime numbers</w:t>
            </w:r>
          </w:p>
          <w:p w14:paraId="68023871" w14:textId="77777777" w:rsidR="00E90FCC" w:rsidRPr="00C240D5" w:rsidRDefault="00E90FCC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9     1     5     2     15      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383C4275" w14:textId="77777777" w:rsidR="00E90FCC" w:rsidRPr="00C240D5" w:rsidRDefault="00E90FC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7ACE628F" w14:textId="77777777" w:rsidR="00E90FCC" w:rsidRPr="00C240D5" w:rsidRDefault="00E90FCC" w:rsidP="00E01254">
            <w:pPr>
              <w:spacing w:before="120" w:after="0"/>
              <w:rPr>
                <w:rFonts w:ascii="Avenir Book" w:hAnsi="Avenir Book"/>
              </w:rPr>
            </w:pPr>
            <w:r w:rsidRPr="00725849">
              <w:rPr>
                <w:rFonts w:ascii="Avenir Book" w:hAnsi="Avenir Book"/>
                <w:sz w:val="20"/>
                <w:szCs w:val="20"/>
              </w:rPr>
              <w:t xml:space="preserve">Substitute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x=3</m:t>
              </m:r>
            </m:oMath>
            <w:r w:rsidRPr="00725849">
              <w:rPr>
                <w:rFonts w:ascii="Avenir Book" w:eastAsiaTheme="minorEastAsia" w:hAnsi="Avenir Book"/>
                <w:sz w:val="20"/>
                <w:szCs w:val="20"/>
              </w:rPr>
              <w:t xml:space="preserve"> into </w:t>
            </w:r>
            <w:r w:rsidRPr="00725849">
              <w:rPr>
                <w:rFonts w:ascii="Avenir Book" w:eastAsiaTheme="minorEastAsia" w:hAnsi="Avenir Book"/>
                <w:sz w:val="20"/>
                <w:szCs w:val="20"/>
              </w:rPr>
              <w:br/>
            </w: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</w:tr>
      <w:tr w:rsidR="00E90FCC" w:rsidRPr="00C240D5" w14:paraId="327C13E9" w14:textId="77777777" w:rsidTr="00E01254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7A845AF7" w14:textId="77777777" w:rsidR="00E90FCC" w:rsidRPr="00C240D5" w:rsidRDefault="00E90FC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2A2AA05" w14:textId="77777777" w:rsidR="00E90FCC" w:rsidRDefault="00E90FCC" w:rsidP="00E01254">
            <w:pPr>
              <w:spacing w:before="120" w:after="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noProof/>
                <w:sz w:val="20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347602D9" wp14:editId="6C0D9B73">
                      <wp:simplePos x="0" y="0"/>
                      <wp:positionH relativeFrom="column">
                        <wp:posOffset>1384202</wp:posOffset>
                      </wp:positionH>
                      <wp:positionV relativeFrom="paragraph">
                        <wp:posOffset>212671</wp:posOffset>
                      </wp:positionV>
                      <wp:extent cx="1294966" cy="577089"/>
                      <wp:effectExtent l="0" t="25400" r="0" b="0"/>
                      <wp:wrapNone/>
                      <wp:docPr id="19" name="Group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4966" cy="577089"/>
                                <a:chOff x="0" y="11289"/>
                                <a:chExt cx="1295400" cy="577654"/>
                              </a:xfrm>
                            </wpg:grpSpPr>
                            <wps:wsp>
                              <wps:cNvPr id="20" name="Text Box 20"/>
                              <wps:cNvSpPr txBox="1"/>
                              <wps:spPr>
                                <a:xfrm>
                                  <a:off x="127001" y="298748"/>
                                  <a:ext cx="584200" cy="2901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7A3DFC4" w14:textId="77777777" w:rsidR="00E90FCC" w:rsidRDefault="00E90FCC" w:rsidP="00E90FCC">
                                    <w:r>
                                      <w:t>6cm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Text Box 21"/>
                              <wps:cNvSpPr txBox="1"/>
                              <wps:spPr>
                                <a:xfrm>
                                  <a:off x="711200" y="31366"/>
                                  <a:ext cx="584200" cy="3409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4CC2AF5" w14:textId="77777777" w:rsidR="00E90FCC" w:rsidRDefault="00E90FCC" w:rsidP="00E90FCC">
                                    <w:r>
                                      <w:t>5cm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Isosceles Triangle 55"/>
                              <wps:cNvSpPr/>
                              <wps:spPr>
                                <a:xfrm>
                                  <a:off x="0" y="22578"/>
                                  <a:ext cx="665480" cy="281940"/>
                                </a:xfrm>
                                <a:prstGeom prst="triangl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Straight Arrow Connector 23"/>
                              <wps:cNvCnPr/>
                              <wps:spPr>
                                <a:xfrm>
                                  <a:off x="711200" y="11289"/>
                                  <a:ext cx="0" cy="29781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7602D9" id="Group 19" o:spid="_x0000_s1031" style="position:absolute;margin-left:109pt;margin-top:16.75pt;width:101.95pt;height:45.45pt;z-index:251685888;mso-width-relative:margin;mso-height-relative:margin" coordorigin=",112" coordsize="12954,577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">
                      <v:shape id="Text Box 20" o:spid="_x0000_s1032" type="#_x0000_t202" style="position:absolute;left:1270;top:2987;width:5842;height:290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" filled="f" stroked="f">
                        <v:textbox>
                          <w:txbxContent>
                            <w:p w14:paraId="47A3DFC4" w14:textId="77777777" w:rsidR="00E90FCC" w:rsidRDefault="00E90FCC" w:rsidP="00E90FCC">
                              <w:r>
                                <w:t>6cm</w:t>
                              </w:r>
                            </w:p>
                          </w:txbxContent>
                        </v:textbox>
                      </v:shape>
                      <v:shape id="Text Box 21" o:spid="_x0000_s1033" type="#_x0000_t202" style="position:absolute;left:7112;top:313;width:5842;height:34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" filled="f" stroked="f">
                        <v:textbox>
                          <w:txbxContent>
                            <w:p w14:paraId="74CC2AF5" w14:textId="77777777" w:rsidR="00E90FCC" w:rsidRDefault="00E90FCC" w:rsidP="00E90FCC">
                              <w:r>
                                <w:t>5cm</w:t>
                              </w:r>
                            </w:p>
                          </w:txbxContent>
                        </v:textbox>
                      </v:shape>
                      <v:shape id="Isosceles Triangle 55" o:spid="_x0000_s1034" type="#_x0000_t5" style="position:absolute;top:225;width:6654;height:28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" filled="f" strokecolor="black [3213]"/>
                      <v:shape id="Straight Arrow Connector 23" o:spid="_x0000_s1035" type="#_x0000_t32" style="position:absolute;left:7112;top:112;width:0;height:2979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" strokecolor="#4f81bd [3204]" strokeweight="2pt">
                        <v:stroke startarrow="open" endarrow="open"/>
                        <v:shadow on="t" color="black" opacity="24903f" origin=",.5" offset="0,.55556mm"/>
                      </v:shape>
                    </v:group>
                  </w:pict>
                </mc:Fallback>
              </mc:AlternateContent>
            </w:r>
            <w:r w:rsidRPr="00725849">
              <w:rPr>
                <w:rFonts w:ascii="Avenir Book" w:hAnsi="Avenir Book"/>
                <w:sz w:val="20"/>
                <w:szCs w:val="20"/>
              </w:rPr>
              <w:t xml:space="preserve">What is the area? </w:t>
            </w:r>
          </w:p>
          <w:p w14:paraId="7561580E" w14:textId="017CD6F7" w:rsidR="00E90FCC" w:rsidRPr="00C240D5" w:rsidRDefault="00E90FCC" w:rsidP="00E01254">
            <w:pPr>
              <w:spacing w:before="120" w:after="0"/>
              <w:rPr>
                <w:rFonts w:ascii="Avenir Book" w:hAnsi="Avenir Book"/>
              </w:rPr>
            </w:pPr>
            <w:bookmarkStart w:id="0" w:name="_GoBack"/>
            <w:bookmarkEnd w:id="0"/>
          </w:p>
        </w:tc>
      </w:tr>
    </w:tbl>
    <w:p w14:paraId="407445BB" w14:textId="77777777" w:rsidR="00E90FCC" w:rsidRDefault="00E90FCC" w:rsidP="00525119">
      <w:pPr>
        <w:spacing w:after="0"/>
        <w:rPr>
          <w:rFonts w:ascii="Avenir Book" w:hAnsi="Avenir Book"/>
          <w:sz w:val="24"/>
          <w:szCs w:val="24"/>
        </w:rPr>
      </w:pPr>
    </w:p>
    <w:sectPr w:rsidR="00E90FCC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6AA"/>
    <w:rsid w:val="00054CD5"/>
    <w:rsid w:val="00061A3C"/>
    <w:rsid w:val="000A43CA"/>
    <w:rsid w:val="000A63AF"/>
    <w:rsid w:val="001826A9"/>
    <w:rsid w:val="00213C21"/>
    <w:rsid w:val="002D5D86"/>
    <w:rsid w:val="00312CF4"/>
    <w:rsid w:val="00333535"/>
    <w:rsid w:val="003F51D8"/>
    <w:rsid w:val="0041126D"/>
    <w:rsid w:val="00505FC9"/>
    <w:rsid w:val="00525119"/>
    <w:rsid w:val="005D2806"/>
    <w:rsid w:val="0064471D"/>
    <w:rsid w:val="006A06AA"/>
    <w:rsid w:val="00705472"/>
    <w:rsid w:val="007B4226"/>
    <w:rsid w:val="007C1409"/>
    <w:rsid w:val="007E2C1A"/>
    <w:rsid w:val="008C32FB"/>
    <w:rsid w:val="008E2737"/>
    <w:rsid w:val="0090117B"/>
    <w:rsid w:val="00913A89"/>
    <w:rsid w:val="0099142F"/>
    <w:rsid w:val="00A63A13"/>
    <w:rsid w:val="00AD3C1A"/>
    <w:rsid w:val="00BE7AC9"/>
    <w:rsid w:val="00C240D5"/>
    <w:rsid w:val="00C41860"/>
    <w:rsid w:val="00C56166"/>
    <w:rsid w:val="00C63217"/>
    <w:rsid w:val="00D51195"/>
    <w:rsid w:val="00D77821"/>
    <w:rsid w:val="00DB1BA9"/>
    <w:rsid w:val="00DB511B"/>
    <w:rsid w:val="00E20822"/>
    <w:rsid w:val="00E55FEE"/>
    <w:rsid w:val="00E7749A"/>
    <w:rsid w:val="00E90FCC"/>
    <w:rsid w:val="00EC4CCA"/>
    <w:rsid w:val="00F811EE"/>
    <w:rsid w:val="00F87CF9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BEBFA"/>
  <w15:docId w15:val="{29A70EBD-7FDF-AB4F-8F7D-42129116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dcterms:created xsi:type="dcterms:W3CDTF">2019-02-22T14:56:00Z</dcterms:created>
  <dcterms:modified xsi:type="dcterms:W3CDTF">2019-02-22T14:59:00Z</dcterms:modified>
</cp:coreProperties>
</file>